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FF6266" w:rsidRPr="00301AAA" w:rsidTr="00301AAA">
        <w:trPr>
          <w:trHeight w:val="1160"/>
        </w:trPr>
        <w:tc>
          <w:tcPr>
            <w:tcW w:w="4788" w:type="dxa"/>
          </w:tcPr>
          <w:p w:rsidR="00FF6266" w:rsidRPr="00301AAA" w:rsidRDefault="00FF6266" w:rsidP="00301AAA">
            <w:pPr>
              <w:spacing w:after="0" w:line="240" w:lineRule="auto"/>
              <w:jc w:val="center"/>
              <w:rPr>
                <w:rFonts w:ascii="Matura MT Script Capitals" w:hAnsi="Matura MT Script Capitals"/>
                <w:sz w:val="36"/>
                <w:szCs w:val="36"/>
              </w:rPr>
            </w:pPr>
            <w:r w:rsidRPr="00301AAA">
              <w:rPr>
                <w:rFonts w:ascii="Matura MT Script Capitals" w:hAnsi="Matura MT Script Capitals"/>
                <w:sz w:val="36"/>
                <w:szCs w:val="36"/>
              </w:rPr>
              <w:t>Technology</w:t>
            </w:r>
          </w:p>
          <w:p w:rsidR="00FF6266" w:rsidRPr="00301AAA" w:rsidRDefault="00FF6266" w:rsidP="00301AAA">
            <w:pPr>
              <w:spacing w:after="0" w:line="240" w:lineRule="auto"/>
              <w:jc w:val="center"/>
              <w:rPr>
                <w:rFonts w:ascii="Matura MT Script Capitals" w:hAnsi="Matura MT Script Capitals"/>
                <w:sz w:val="36"/>
                <w:szCs w:val="36"/>
              </w:rPr>
            </w:pPr>
            <w:r w:rsidRPr="00301AAA">
              <w:rPr>
                <w:rFonts w:ascii="Matura MT Script Capitals" w:hAnsi="Matura MT Script Capitals"/>
                <w:sz w:val="36"/>
                <w:szCs w:val="36"/>
              </w:rPr>
              <w:t xml:space="preserve"> as Teacher</w:t>
            </w:r>
          </w:p>
        </w:tc>
        <w:tc>
          <w:tcPr>
            <w:tcW w:w="4788" w:type="dxa"/>
          </w:tcPr>
          <w:p w:rsidR="00FF6266" w:rsidRPr="00301AAA" w:rsidRDefault="00FF6266" w:rsidP="00301AAA">
            <w:pPr>
              <w:spacing w:after="0" w:line="240" w:lineRule="auto"/>
              <w:jc w:val="center"/>
              <w:rPr>
                <w:rFonts w:ascii="Matura MT Script Capitals" w:hAnsi="Matura MT Script Capitals"/>
                <w:sz w:val="36"/>
                <w:szCs w:val="36"/>
              </w:rPr>
            </w:pPr>
            <w:r w:rsidRPr="00301AAA">
              <w:rPr>
                <w:rFonts w:ascii="Matura MT Script Capitals" w:hAnsi="Matura MT Script Capitals"/>
                <w:sz w:val="36"/>
                <w:szCs w:val="36"/>
              </w:rPr>
              <w:t>Technology as partner in learning</w:t>
            </w:r>
          </w:p>
        </w:tc>
      </w:tr>
      <w:tr w:rsidR="00FF6266" w:rsidRPr="00301AAA" w:rsidTr="00301AAA">
        <w:trPr>
          <w:trHeight w:val="3950"/>
        </w:trPr>
        <w:tc>
          <w:tcPr>
            <w:tcW w:w="4788" w:type="dxa"/>
          </w:tcPr>
          <w:p w:rsidR="00FF6266" w:rsidRPr="00301AAA" w:rsidRDefault="00FF6266" w:rsidP="00301AAA">
            <w:pPr>
              <w:pStyle w:val="ListParagraph"/>
              <w:spacing w:after="0" w:line="240" w:lineRule="auto"/>
            </w:pPr>
          </w:p>
          <w:p w:rsidR="00FF6266" w:rsidRPr="00301AAA" w:rsidRDefault="00FF6266" w:rsidP="00301AAA">
            <w:pPr>
              <w:pStyle w:val="ListParagraph"/>
              <w:spacing w:after="0" w:line="240" w:lineRule="auto"/>
            </w:pPr>
          </w:p>
          <w:p w:rsidR="00FF6266" w:rsidRPr="00301AAA" w:rsidRDefault="00FF6266" w:rsidP="00301A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plete in Him" w:hAnsi="Complete in Him"/>
                <w:sz w:val="40"/>
                <w:szCs w:val="40"/>
              </w:rPr>
            </w:pPr>
            <w:r w:rsidRPr="00301AAA">
              <w:rPr>
                <w:rFonts w:ascii="Complete in Him" w:hAnsi="Complete in Him"/>
                <w:sz w:val="40"/>
                <w:szCs w:val="40"/>
              </w:rPr>
              <w:t>The use of motion pictures to convey an idea to students and to disclose important topics.</w:t>
            </w:r>
          </w:p>
          <w:p w:rsidR="00FF6266" w:rsidRPr="00301AAA" w:rsidRDefault="00FF6266" w:rsidP="00301AAA">
            <w:pPr>
              <w:tabs>
                <w:tab w:val="left" w:pos="1073"/>
              </w:tabs>
              <w:spacing w:after="0" w:line="240" w:lineRule="auto"/>
              <w:ind w:left="1440"/>
              <w:rPr>
                <w:rFonts w:ascii="Complete in Him" w:hAnsi="Complete in Him"/>
                <w:sz w:val="40"/>
                <w:szCs w:val="40"/>
              </w:rPr>
            </w:pPr>
            <w:r w:rsidRPr="00301AAA">
              <w:rPr>
                <w:rFonts w:ascii="Complete in Him" w:hAnsi="Complete in Him"/>
                <w:sz w:val="40"/>
                <w:szCs w:val="40"/>
              </w:rPr>
              <w:t>Example ( film viewing about history)</w:t>
            </w:r>
          </w:p>
          <w:p w:rsidR="00FF6266" w:rsidRPr="00301AAA" w:rsidRDefault="00FF6266" w:rsidP="00301AAA">
            <w:pPr>
              <w:spacing w:after="0" w:line="240" w:lineRule="auto"/>
            </w:pPr>
          </w:p>
        </w:tc>
        <w:tc>
          <w:tcPr>
            <w:tcW w:w="4788" w:type="dxa"/>
          </w:tcPr>
          <w:p w:rsidR="00FF6266" w:rsidRPr="00301AAA" w:rsidRDefault="00FF6266" w:rsidP="00301AAA">
            <w:pPr>
              <w:spacing w:after="0" w:line="240" w:lineRule="auto"/>
            </w:pPr>
          </w:p>
          <w:p w:rsidR="00FF6266" w:rsidRPr="00301AAA" w:rsidRDefault="00FF6266" w:rsidP="00301AAA">
            <w:pPr>
              <w:spacing w:after="0" w:line="240" w:lineRule="auto"/>
            </w:pPr>
          </w:p>
          <w:p w:rsidR="00FF6266" w:rsidRPr="00301AAA" w:rsidRDefault="00FF6266" w:rsidP="00301A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plete in Him" w:hAnsi="Complete in Him"/>
                <w:sz w:val="36"/>
                <w:szCs w:val="36"/>
              </w:rPr>
            </w:pPr>
            <w:r w:rsidRPr="00301AAA">
              <w:rPr>
                <w:rFonts w:ascii="Complete in Him" w:hAnsi="Complete in Him"/>
                <w:sz w:val="36"/>
                <w:szCs w:val="36"/>
              </w:rPr>
              <w:t>Students use technology as a tool such as applications and programs in computers.</w:t>
            </w:r>
          </w:p>
          <w:p w:rsidR="00FF6266" w:rsidRPr="00301AAA" w:rsidRDefault="00FF6266" w:rsidP="00301AAA">
            <w:pPr>
              <w:spacing w:after="0" w:line="240" w:lineRule="auto"/>
              <w:ind w:left="1440"/>
            </w:pPr>
            <w:r w:rsidRPr="00301AAA">
              <w:rPr>
                <w:rFonts w:ascii="Complete in Him" w:hAnsi="Complete in Him"/>
                <w:sz w:val="36"/>
                <w:szCs w:val="36"/>
              </w:rPr>
              <w:t>Example (Word processor, spreadsheets)</w:t>
            </w:r>
          </w:p>
        </w:tc>
      </w:tr>
    </w:tbl>
    <w:p w:rsidR="00FF6266" w:rsidRDefault="00FF6266"/>
    <w:sectPr w:rsidR="00FF6266" w:rsidSect="009C2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omplete in Him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26A66"/>
    <w:multiLevelType w:val="hybridMultilevel"/>
    <w:tmpl w:val="0664999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913C94"/>
    <w:multiLevelType w:val="hybridMultilevel"/>
    <w:tmpl w:val="182CA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279"/>
    <w:rsid w:val="001A3A5F"/>
    <w:rsid w:val="00210F84"/>
    <w:rsid w:val="002574E0"/>
    <w:rsid w:val="00264924"/>
    <w:rsid w:val="00301AAA"/>
    <w:rsid w:val="00693279"/>
    <w:rsid w:val="009C214B"/>
    <w:rsid w:val="00A45AE6"/>
    <w:rsid w:val="00A94FF6"/>
    <w:rsid w:val="00FF6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14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9327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649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47</Words>
  <Characters>268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</dc:title>
  <dc:subject/>
  <dc:creator>Pewee</dc:creator>
  <cp:keywords/>
  <dc:description/>
  <cp:lastModifiedBy>Student</cp:lastModifiedBy>
  <cp:revision>2</cp:revision>
  <dcterms:created xsi:type="dcterms:W3CDTF">2012-07-11T23:55:00Z</dcterms:created>
  <dcterms:modified xsi:type="dcterms:W3CDTF">2012-07-11T23:55:00Z</dcterms:modified>
</cp:coreProperties>
</file>